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PlainTable4"/>
        <w:tblW w:w="0" w:type="auto"/>
        <w:tblLook w:val="04A0" w:firstRow="1" w:lastRow="0" w:firstColumn="1" w:lastColumn="0" w:noHBand="0" w:noVBand="1"/>
      </w:tblPr>
      <w:tblGrid>
        <w:gridCol w:w="10456"/>
      </w:tblGrid>
      <w:tr w:rsidR="00083A0F" w:rsidRPr="006C5073" w14:paraId="77145988" w14:textId="77777777" w:rsidTr="00083A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38E2FD18" w14:textId="77777777" w:rsidR="00083A0F" w:rsidRPr="00115757" w:rsidRDefault="00083A0F" w:rsidP="00BB08AC">
            <w:pPr>
              <w:pStyle w:val="Heading1"/>
              <w:spacing w:before="0" w:after="240"/>
              <w:outlineLvl w:val="0"/>
              <w:rPr>
                <w:rFonts w:ascii="Ericsson Hilda" w:hAnsi="Ericsson Hilda"/>
                <w:b w:val="0"/>
                <w:bCs w:val="0"/>
                <w:color w:val="000000" w:themeColor="text1"/>
                <w:sz w:val="24"/>
                <w:szCs w:val="24"/>
                <w:lang w:val="en-US"/>
              </w:rPr>
            </w:pPr>
            <w:r w:rsidRPr="00115757">
              <w:rPr>
                <w:rFonts w:ascii="Ericsson Hilda" w:hAnsi="Ericsson Hilda"/>
                <w:b w:val="0"/>
                <w:bCs w:val="0"/>
                <w:color w:val="000000" w:themeColor="text1"/>
                <w:sz w:val="24"/>
                <w:szCs w:val="24"/>
                <w:lang w:val="en-US"/>
              </w:rPr>
              <w:t>Idea Name</w:t>
            </w:r>
          </w:p>
        </w:tc>
      </w:tr>
      <w:tr w:rsidR="00083A0F" w:rsidRPr="006C5073" w14:paraId="55ACD82D"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62BBB21C" w14:textId="59485C07" w:rsidR="00083A0F" w:rsidRPr="006C5073" w:rsidRDefault="0028267E" w:rsidP="00BB08AC">
            <w:pPr>
              <w:pStyle w:val="Heading1"/>
              <w:spacing w:before="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Code Challenges</w:t>
            </w:r>
          </w:p>
        </w:tc>
      </w:tr>
      <w:tr w:rsidR="00083A0F" w:rsidRPr="006C5073" w14:paraId="65794A5F" w14:textId="77777777" w:rsidTr="00083A0F">
        <w:tc>
          <w:tcPr>
            <w:cnfStyle w:val="001000000000" w:firstRow="0" w:lastRow="0" w:firstColumn="1" w:lastColumn="0" w:oddVBand="0" w:evenVBand="0" w:oddHBand="0" w:evenHBand="0" w:firstRowFirstColumn="0" w:firstRowLastColumn="0" w:lastRowFirstColumn="0" w:lastRowLastColumn="0"/>
            <w:tcW w:w="10456" w:type="dxa"/>
          </w:tcPr>
          <w:p w14:paraId="01B35682"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53099CE6"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62EE27CA" w14:textId="5465736A" w:rsidR="00083A0F" w:rsidRPr="006C5073" w:rsidRDefault="00083A0F" w:rsidP="00BB08AC">
            <w:pPr>
              <w:pStyle w:val="Heading1"/>
              <w:spacing w:before="0" w:after="24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Contact Persons</w:t>
            </w:r>
          </w:p>
        </w:tc>
      </w:tr>
      <w:tr w:rsidR="00083A0F" w:rsidRPr="006C5073" w14:paraId="731BD731"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67EFBC68" w14:textId="6361DE39" w:rsidR="00BA3D00" w:rsidRPr="00BB08AC" w:rsidRDefault="0028267E" w:rsidP="00BB08AC">
            <w:pPr>
              <w:pStyle w:val="Heading1"/>
              <w:spacing w:before="0"/>
              <w:rPr>
                <w:rFonts w:ascii="Ericsson Hilda" w:hAnsi="Ericsson Hilda"/>
                <w:color w:val="000000" w:themeColor="text1"/>
                <w:sz w:val="24"/>
                <w:szCs w:val="24"/>
                <w:lang w:val="sv-SE"/>
              </w:rPr>
            </w:pPr>
            <w:r w:rsidRPr="006C5073">
              <w:rPr>
                <w:rFonts w:ascii="Ericsson Hilda" w:hAnsi="Ericsson Hilda"/>
                <w:b w:val="0"/>
                <w:bCs w:val="0"/>
                <w:color w:val="000000" w:themeColor="text1"/>
                <w:sz w:val="24"/>
                <w:szCs w:val="24"/>
                <w:lang w:val="sv-SE"/>
              </w:rPr>
              <w:t>Rikard Mattsson, rikard.mattson@ericsson.com</w:t>
            </w:r>
          </w:p>
        </w:tc>
      </w:tr>
      <w:tr w:rsidR="00083A0F" w:rsidRPr="006C5073" w14:paraId="4BF877A1" w14:textId="77777777" w:rsidTr="00083A0F">
        <w:tc>
          <w:tcPr>
            <w:cnfStyle w:val="001000000000" w:firstRow="0" w:lastRow="0" w:firstColumn="1" w:lastColumn="0" w:oddVBand="0" w:evenVBand="0" w:oddHBand="0" w:evenHBand="0" w:firstRowFirstColumn="0" w:firstRowLastColumn="0" w:lastRowFirstColumn="0" w:lastRowLastColumn="0"/>
            <w:tcW w:w="10456" w:type="dxa"/>
          </w:tcPr>
          <w:p w14:paraId="2412BA65"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2E776F78"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0E1B64D8" w14:textId="32D4F2E8" w:rsidR="00083A0F" w:rsidRPr="006C5073" w:rsidRDefault="00083A0F" w:rsidP="00BB08AC">
            <w:pPr>
              <w:pStyle w:val="Heading1"/>
              <w:spacing w:before="0" w:after="24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Problem statement or opportunity</w:t>
            </w:r>
          </w:p>
        </w:tc>
      </w:tr>
      <w:tr w:rsidR="00083A0F" w:rsidRPr="006C5073" w14:paraId="000CE9E9"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2A39A21D" w14:textId="3C970EAB" w:rsidR="00BA3D00" w:rsidRPr="00BB08AC" w:rsidRDefault="008E6BC2" w:rsidP="00BB08AC">
            <w:pPr>
              <w:pStyle w:val="Heading1"/>
              <w:spacing w:before="0"/>
              <w:rPr>
                <w:rFonts w:ascii="Ericsson Hilda" w:hAnsi="Ericsson Hilda"/>
                <w:color w:val="000000" w:themeColor="text1"/>
                <w:sz w:val="24"/>
                <w:szCs w:val="24"/>
                <w:lang w:val="en-US"/>
              </w:rPr>
            </w:pPr>
            <w:r w:rsidRPr="006C5073">
              <w:rPr>
                <w:rFonts w:ascii="Ericsson Hilda" w:hAnsi="Ericsson Hilda"/>
                <w:b w:val="0"/>
                <w:bCs w:val="0"/>
                <w:color w:val="000000" w:themeColor="text1"/>
                <w:sz w:val="24"/>
                <w:szCs w:val="24"/>
                <w:lang w:val="en-US"/>
              </w:rPr>
              <w:t>Ericsson is often viewed as only a telecom company</w:t>
            </w:r>
            <w:r w:rsidR="00551F2F" w:rsidRPr="006C5073">
              <w:rPr>
                <w:rFonts w:ascii="Ericsson Hilda" w:hAnsi="Ericsson Hilda"/>
                <w:b w:val="0"/>
                <w:bCs w:val="0"/>
                <w:color w:val="000000" w:themeColor="text1"/>
                <w:sz w:val="24"/>
                <w:szCs w:val="24"/>
                <w:lang w:val="en-US"/>
              </w:rPr>
              <w:t xml:space="preserve">, however more and more of the business revolve around software development. We might miss job applications because of this misinterpretation. Before Corona we often hosted hackathons on our site to help promote our company towards students and explain what type of work we do. </w:t>
            </w:r>
            <w:r w:rsidR="00BB08AC" w:rsidRPr="006C5073">
              <w:rPr>
                <w:rFonts w:ascii="Ericsson Hilda" w:hAnsi="Ericsson Hilda"/>
                <w:b w:val="0"/>
                <w:bCs w:val="0"/>
                <w:color w:val="000000" w:themeColor="text1"/>
                <w:sz w:val="24"/>
                <w:szCs w:val="24"/>
                <w:lang w:val="en-US"/>
              </w:rPr>
              <w:t>However,</w:t>
            </w:r>
            <w:r w:rsidR="00551F2F" w:rsidRPr="006C5073">
              <w:rPr>
                <w:rFonts w:ascii="Ericsson Hilda" w:hAnsi="Ericsson Hilda"/>
                <w:b w:val="0"/>
                <w:bCs w:val="0"/>
                <w:color w:val="000000" w:themeColor="text1"/>
                <w:sz w:val="24"/>
                <w:szCs w:val="24"/>
                <w:lang w:val="en-US"/>
              </w:rPr>
              <w:t xml:space="preserve"> we can no longer host live events because of Corona restrictions.</w:t>
            </w:r>
          </w:p>
        </w:tc>
      </w:tr>
      <w:tr w:rsidR="00083A0F" w:rsidRPr="006C5073" w14:paraId="774FDE8B" w14:textId="77777777" w:rsidTr="00083A0F">
        <w:tc>
          <w:tcPr>
            <w:cnfStyle w:val="001000000000" w:firstRow="0" w:lastRow="0" w:firstColumn="1" w:lastColumn="0" w:oddVBand="0" w:evenVBand="0" w:oddHBand="0" w:evenHBand="0" w:firstRowFirstColumn="0" w:firstRowLastColumn="0" w:lastRowFirstColumn="0" w:lastRowLastColumn="0"/>
            <w:tcW w:w="10456" w:type="dxa"/>
          </w:tcPr>
          <w:p w14:paraId="0253274A"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02D03A31"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0A764C0A" w14:textId="36FC297C" w:rsidR="00083A0F" w:rsidRPr="006C5073" w:rsidRDefault="00083A0F" w:rsidP="00BB08AC">
            <w:pPr>
              <w:pStyle w:val="Heading1"/>
              <w:spacing w:before="0" w:after="24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Solution description</w:t>
            </w:r>
          </w:p>
        </w:tc>
      </w:tr>
      <w:tr w:rsidR="00083A0F" w:rsidRPr="006C5073" w14:paraId="03D66386"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4E1969DC" w14:textId="7D4B9F08" w:rsidR="00083A0F" w:rsidRPr="006C5073" w:rsidRDefault="008E6BC2" w:rsidP="00BB08AC">
            <w:pPr>
              <w:pStyle w:val="Heading1"/>
              <w:spacing w:before="0"/>
              <w:outlineLvl w:val="0"/>
              <w:rPr>
                <w:rFonts w:ascii="Ericsson Hilda" w:hAnsi="Ericsson Hilda"/>
                <w:color w:val="000000" w:themeColor="text1"/>
                <w:sz w:val="24"/>
                <w:szCs w:val="24"/>
                <w:lang w:val="en-US"/>
              </w:rPr>
            </w:pPr>
            <w:r w:rsidRPr="006C5073">
              <w:rPr>
                <w:rFonts w:ascii="Ericsson Hilda" w:hAnsi="Ericsson Hilda"/>
                <w:b w:val="0"/>
                <w:bCs w:val="0"/>
                <w:color w:val="000000" w:themeColor="text1"/>
                <w:sz w:val="24"/>
                <w:szCs w:val="24"/>
                <w:lang w:val="en-US"/>
              </w:rPr>
              <w:t xml:space="preserve">With the vision of automating code testing for the recruitment process at the same time as increasing the awareness of Ericsson as a software developer company, we plan to build a </w:t>
            </w:r>
            <w:proofErr w:type="spellStart"/>
            <w:r w:rsidRPr="006C5073">
              <w:rPr>
                <w:rFonts w:ascii="Ericsson Hilda" w:hAnsi="Ericsson Hilda"/>
                <w:b w:val="0"/>
                <w:bCs w:val="0"/>
                <w:color w:val="000000" w:themeColor="text1"/>
                <w:sz w:val="24"/>
                <w:szCs w:val="24"/>
                <w:lang w:val="en-US"/>
              </w:rPr>
              <w:t>webb</w:t>
            </w:r>
            <w:proofErr w:type="spellEnd"/>
            <w:r w:rsidRPr="006C5073">
              <w:rPr>
                <w:rFonts w:ascii="Ericsson Hilda" w:hAnsi="Ericsson Hilda"/>
                <w:b w:val="0"/>
                <w:bCs w:val="0"/>
                <w:color w:val="000000" w:themeColor="text1"/>
                <w:sz w:val="24"/>
                <w:szCs w:val="24"/>
                <w:lang w:val="en-US"/>
              </w:rPr>
              <w:t>-based code challenge platform aimed at students where they can enter events and compete for prizes such as summer job / internship at Ericsson.</w:t>
            </w:r>
          </w:p>
          <w:p w14:paraId="5920F189" w14:textId="5FDF09E1" w:rsidR="008E6BC2" w:rsidRPr="006C5073" w:rsidRDefault="008E6BC2" w:rsidP="00BB08AC">
            <w:pPr>
              <w:rPr>
                <w:rFonts w:ascii="Ericsson Hilda" w:hAnsi="Ericsson Hilda"/>
                <w:b w:val="0"/>
                <w:bCs w:val="0"/>
                <w:sz w:val="24"/>
                <w:szCs w:val="24"/>
                <w:lang w:val="en-US"/>
              </w:rPr>
            </w:pPr>
          </w:p>
          <w:p w14:paraId="625E4C99" w14:textId="77777777" w:rsidR="008E6BC2" w:rsidRPr="008E6BC2" w:rsidRDefault="008E6BC2" w:rsidP="00BB08AC">
            <w:pPr>
              <w:rPr>
                <w:rFonts w:ascii="Ericsson Hilda" w:hAnsi="Ericsson Hilda"/>
                <w:b w:val="0"/>
                <w:bCs w:val="0"/>
                <w:sz w:val="24"/>
                <w:szCs w:val="24"/>
                <w:lang w:val="en-US"/>
              </w:rPr>
            </w:pPr>
            <w:r w:rsidRPr="008E6BC2">
              <w:rPr>
                <w:rFonts w:ascii="Ericsson Hilda" w:hAnsi="Ericsson Hilda"/>
                <w:b w:val="0"/>
                <w:bCs w:val="0"/>
                <w:sz w:val="24"/>
                <w:szCs w:val="24"/>
                <w:lang w:val="en-US"/>
              </w:rPr>
              <w:t>The challenges will be released at a specific time and fastest to solve the challenge will win.</w:t>
            </w:r>
          </w:p>
          <w:p w14:paraId="79B3DA9B" w14:textId="023AF1E2" w:rsidR="00BA3D00" w:rsidRPr="006C5073" w:rsidRDefault="008E6BC2" w:rsidP="00BB08AC">
            <w:pPr>
              <w:rPr>
                <w:rFonts w:ascii="Ericsson Hilda" w:hAnsi="Ericsson Hilda"/>
                <w:b w:val="0"/>
                <w:bCs w:val="0"/>
                <w:sz w:val="24"/>
                <w:szCs w:val="24"/>
                <w:lang w:val="en-US"/>
              </w:rPr>
            </w:pPr>
            <w:r w:rsidRPr="008E6BC2">
              <w:rPr>
                <w:rFonts w:ascii="Ericsson Hilda" w:hAnsi="Ericsson Hilda"/>
                <w:b w:val="0"/>
                <w:bCs w:val="0"/>
                <w:sz w:val="24"/>
                <w:szCs w:val="24"/>
                <w:lang w:val="en-US"/>
              </w:rPr>
              <w:t xml:space="preserve">It will be </w:t>
            </w:r>
            <w:proofErr w:type="spellStart"/>
            <w:proofErr w:type="gramStart"/>
            <w:r w:rsidRPr="008E6BC2">
              <w:rPr>
                <w:rFonts w:ascii="Ericsson Hilda" w:hAnsi="Ericsson Hilda"/>
                <w:b w:val="0"/>
                <w:bCs w:val="0"/>
                <w:sz w:val="24"/>
                <w:szCs w:val="24"/>
                <w:lang w:val="en-US"/>
              </w:rPr>
              <w:t>a</w:t>
            </w:r>
            <w:proofErr w:type="spellEnd"/>
            <w:proofErr w:type="gramEnd"/>
            <w:r w:rsidRPr="008E6BC2">
              <w:rPr>
                <w:rFonts w:ascii="Ericsson Hilda" w:hAnsi="Ericsson Hilda"/>
                <w:b w:val="0"/>
                <w:bCs w:val="0"/>
                <w:sz w:val="24"/>
                <w:szCs w:val="24"/>
                <w:lang w:val="en-US"/>
              </w:rPr>
              <w:t xml:space="preserve"> alternative to organizing live hackathons.</w:t>
            </w:r>
          </w:p>
        </w:tc>
      </w:tr>
      <w:tr w:rsidR="00083A0F" w:rsidRPr="006C5073" w14:paraId="7B0AB3B8" w14:textId="77777777" w:rsidTr="00083A0F">
        <w:tc>
          <w:tcPr>
            <w:cnfStyle w:val="001000000000" w:firstRow="0" w:lastRow="0" w:firstColumn="1" w:lastColumn="0" w:oddVBand="0" w:evenVBand="0" w:oddHBand="0" w:evenHBand="0" w:firstRowFirstColumn="0" w:firstRowLastColumn="0" w:lastRowFirstColumn="0" w:lastRowLastColumn="0"/>
            <w:tcW w:w="10456" w:type="dxa"/>
          </w:tcPr>
          <w:p w14:paraId="48DB7299"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1E5A209D"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52B4BEDB" w14:textId="09550980" w:rsidR="00083A0F" w:rsidRPr="006C5073" w:rsidRDefault="00BA3D00" w:rsidP="00BB08AC">
            <w:pPr>
              <w:pStyle w:val="Heading1"/>
              <w:spacing w:before="0" w:after="24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B</w:t>
            </w:r>
            <w:r w:rsidR="00083A0F" w:rsidRPr="006C5073">
              <w:rPr>
                <w:rFonts w:ascii="Ericsson Hilda" w:hAnsi="Ericsson Hilda"/>
                <w:b w:val="0"/>
                <w:bCs w:val="0"/>
                <w:color w:val="000000" w:themeColor="text1"/>
                <w:sz w:val="24"/>
                <w:szCs w:val="24"/>
                <w:lang w:val="en-US"/>
              </w:rPr>
              <w:t>enefits from the idea</w:t>
            </w:r>
          </w:p>
        </w:tc>
      </w:tr>
      <w:tr w:rsidR="00083A0F" w:rsidRPr="006C5073" w14:paraId="0CEFAB4E"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7D4CF8BF" w14:textId="7915566F" w:rsidR="00BA3D00" w:rsidRPr="006C5073" w:rsidRDefault="00551F2F" w:rsidP="00BB08AC">
            <w:pPr>
              <w:pStyle w:val="Heading1"/>
              <w:spacing w:before="0"/>
              <w:rPr>
                <w:rFonts w:ascii="Ericsson Hilda" w:hAnsi="Ericsson Hilda"/>
                <w:b w:val="0"/>
                <w:bCs w:val="0"/>
                <w:sz w:val="24"/>
                <w:szCs w:val="24"/>
                <w:lang w:val="en-US"/>
              </w:rPr>
            </w:pPr>
            <w:r w:rsidRPr="006C5073">
              <w:rPr>
                <w:rFonts w:ascii="Ericsson Hilda" w:hAnsi="Ericsson Hilda"/>
                <w:b w:val="0"/>
                <w:bCs w:val="0"/>
                <w:color w:val="000000" w:themeColor="text1"/>
                <w:sz w:val="24"/>
                <w:szCs w:val="24"/>
                <w:lang w:val="en-US"/>
              </w:rPr>
              <w:t>Easier and more fun recruitment process for both applicants and employers. The platform can also be used for hackathons within the company and as a form of knowledge sharing.</w:t>
            </w:r>
          </w:p>
        </w:tc>
      </w:tr>
      <w:tr w:rsidR="00083A0F" w:rsidRPr="006C5073" w14:paraId="4026373C" w14:textId="77777777" w:rsidTr="00083A0F">
        <w:tc>
          <w:tcPr>
            <w:cnfStyle w:val="001000000000" w:firstRow="0" w:lastRow="0" w:firstColumn="1" w:lastColumn="0" w:oddVBand="0" w:evenVBand="0" w:oddHBand="0" w:evenHBand="0" w:firstRowFirstColumn="0" w:firstRowLastColumn="0" w:lastRowFirstColumn="0" w:lastRowLastColumn="0"/>
            <w:tcW w:w="10456" w:type="dxa"/>
          </w:tcPr>
          <w:p w14:paraId="0DB7DB6A"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15FAACC8"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618B82CF" w14:textId="02A1D87C" w:rsidR="00083A0F" w:rsidRPr="006C5073" w:rsidRDefault="00083A0F" w:rsidP="00BB08AC">
            <w:pPr>
              <w:pStyle w:val="Heading1"/>
              <w:spacing w:before="0" w:after="24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Resources needed &amp; HW requirement (if any)</w:t>
            </w:r>
          </w:p>
        </w:tc>
      </w:tr>
      <w:tr w:rsidR="00083A0F" w:rsidRPr="006C5073" w14:paraId="42CBCE8F"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58F4CF91" w14:textId="42A1E566" w:rsidR="00BA3D00" w:rsidRPr="00BB08AC" w:rsidRDefault="006C5073" w:rsidP="00BB08AC">
            <w:pPr>
              <w:pStyle w:val="Heading1"/>
              <w:spacing w:before="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Virtual Machines for backend &amp; frontend</w:t>
            </w:r>
          </w:p>
        </w:tc>
      </w:tr>
      <w:tr w:rsidR="00083A0F" w:rsidRPr="006C5073" w14:paraId="2777893D" w14:textId="77777777" w:rsidTr="00083A0F">
        <w:tc>
          <w:tcPr>
            <w:cnfStyle w:val="001000000000" w:firstRow="0" w:lastRow="0" w:firstColumn="1" w:lastColumn="0" w:oddVBand="0" w:evenVBand="0" w:oddHBand="0" w:evenHBand="0" w:firstRowFirstColumn="0" w:firstRowLastColumn="0" w:lastRowFirstColumn="0" w:lastRowLastColumn="0"/>
            <w:tcW w:w="10456" w:type="dxa"/>
          </w:tcPr>
          <w:p w14:paraId="1D575FB5"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7858BCE5"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1FC01878" w14:textId="4CC3386E" w:rsidR="00083A0F" w:rsidRPr="006C5073" w:rsidRDefault="00083A0F" w:rsidP="00BB08AC">
            <w:pPr>
              <w:pStyle w:val="Heading1"/>
              <w:spacing w:before="0" w:after="24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Technology</w:t>
            </w:r>
          </w:p>
        </w:tc>
      </w:tr>
      <w:tr w:rsidR="00083A0F" w:rsidRPr="006C5073" w14:paraId="4D0752A8"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0FCD2B6B" w14:textId="57EA444F" w:rsidR="00BA3D00" w:rsidRPr="006C5073" w:rsidRDefault="006C5073" w:rsidP="00BB08AC">
            <w:pPr>
              <w:rPr>
                <w:rFonts w:ascii="Ericsson Hilda" w:hAnsi="Ericsson Hilda"/>
                <w:b w:val="0"/>
                <w:bCs w:val="0"/>
                <w:sz w:val="24"/>
                <w:szCs w:val="24"/>
                <w:lang w:val="en-US"/>
              </w:rPr>
            </w:pPr>
            <w:r w:rsidRPr="006C5073">
              <w:rPr>
                <w:rFonts w:ascii="Ericsson Hilda" w:hAnsi="Ericsson Hilda"/>
                <w:b w:val="0"/>
                <w:bCs w:val="0"/>
                <w:sz w:val="24"/>
                <w:szCs w:val="24"/>
                <w:lang w:val="en-US"/>
              </w:rPr>
              <w:t>Node.js, MongoDB, React, Azure Cloud</w:t>
            </w:r>
          </w:p>
        </w:tc>
      </w:tr>
      <w:tr w:rsidR="00083A0F" w:rsidRPr="006C5073" w14:paraId="2B8AFF70" w14:textId="77777777" w:rsidTr="00083A0F">
        <w:tc>
          <w:tcPr>
            <w:cnfStyle w:val="001000000000" w:firstRow="0" w:lastRow="0" w:firstColumn="1" w:lastColumn="0" w:oddVBand="0" w:evenVBand="0" w:oddHBand="0" w:evenHBand="0" w:firstRowFirstColumn="0" w:firstRowLastColumn="0" w:lastRowFirstColumn="0" w:lastRowLastColumn="0"/>
            <w:tcW w:w="10456" w:type="dxa"/>
          </w:tcPr>
          <w:p w14:paraId="5084659C"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452624E2" w14:textId="77777777" w:rsidR="00BB08AC" w:rsidRDefault="00BB08AC" w:rsidP="00BB08AC">
            <w:pPr>
              <w:pStyle w:val="Heading1"/>
              <w:spacing w:before="0"/>
              <w:outlineLvl w:val="0"/>
              <w:rPr>
                <w:rFonts w:ascii="Ericsson Hilda" w:hAnsi="Ericsson Hilda"/>
                <w:color w:val="000000" w:themeColor="text1"/>
                <w:sz w:val="24"/>
                <w:szCs w:val="24"/>
                <w:lang w:val="en-US"/>
              </w:rPr>
            </w:pPr>
          </w:p>
          <w:p w14:paraId="2CFAC602" w14:textId="7F53991F" w:rsidR="00083A0F" w:rsidRPr="006C5073" w:rsidRDefault="00083A0F" w:rsidP="00BB08AC">
            <w:pPr>
              <w:pStyle w:val="Heading1"/>
              <w:spacing w:before="0" w:after="240"/>
              <w:outlineLvl w:val="0"/>
              <w:rPr>
                <w:rFonts w:ascii="Ericsson Hilda" w:hAnsi="Ericsson Hilda"/>
                <w:b w:val="0"/>
                <w:bCs w:val="0"/>
                <w:color w:val="000000" w:themeColor="text1"/>
                <w:sz w:val="24"/>
                <w:szCs w:val="24"/>
                <w:lang w:val="en-US"/>
              </w:rPr>
            </w:pPr>
            <w:r w:rsidRPr="006C5073">
              <w:rPr>
                <w:rFonts w:ascii="Ericsson Hilda" w:hAnsi="Ericsson Hilda"/>
                <w:b w:val="0"/>
                <w:bCs w:val="0"/>
                <w:color w:val="000000" w:themeColor="text1"/>
                <w:sz w:val="24"/>
                <w:szCs w:val="24"/>
                <w:lang w:val="en-US"/>
              </w:rPr>
              <w:t>Future possibilities</w:t>
            </w:r>
          </w:p>
        </w:tc>
      </w:tr>
      <w:tr w:rsidR="00083A0F" w:rsidRPr="006C5073" w14:paraId="139A0EB9" w14:textId="77777777" w:rsidTr="00083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5B20C7B3" w14:textId="514B64C3" w:rsidR="00BA3D00" w:rsidRPr="00BB08AC" w:rsidRDefault="006C5073" w:rsidP="00BB08AC">
            <w:pPr>
              <w:rPr>
                <w:rFonts w:ascii="Ericsson Hilda" w:hAnsi="Ericsson Hilda"/>
                <w:sz w:val="24"/>
                <w:szCs w:val="24"/>
                <w:lang w:val="en-US"/>
              </w:rPr>
            </w:pPr>
            <w:r>
              <w:rPr>
                <w:rFonts w:ascii="Ericsson Hilda" w:hAnsi="Ericsson Hilda"/>
                <w:b w:val="0"/>
                <w:bCs w:val="0"/>
                <w:sz w:val="24"/>
                <w:szCs w:val="24"/>
                <w:lang w:val="en-US"/>
              </w:rPr>
              <w:t xml:space="preserve">Currently supports testing in python &amp; </w:t>
            </w:r>
            <w:proofErr w:type="spellStart"/>
            <w:r>
              <w:rPr>
                <w:rFonts w:ascii="Ericsson Hilda" w:hAnsi="Ericsson Hilda"/>
                <w:b w:val="0"/>
                <w:bCs w:val="0"/>
                <w:sz w:val="24"/>
                <w:szCs w:val="24"/>
                <w:lang w:val="en-US"/>
              </w:rPr>
              <w:t>javascript</w:t>
            </w:r>
            <w:proofErr w:type="spellEnd"/>
            <w:r>
              <w:rPr>
                <w:rFonts w:ascii="Ericsson Hilda" w:hAnsi="Ericsson Hilda"/>
                <w:b w:val="0"/>
                <w:bCs w:val="0"/>
                <w:sz w:val="24"/>
                <w:szCs w:val="24"/>
                <w:lang w:val="en-US"/>
              </w:rPr>
              <w:t>, can add more languages support</w:t>
            </w:r>
            <w:r w:rsidR="00BB08AC">
              <w:rPr>
                <w:rFonts w:ascii="Ericsson Hilda" w:hAnsi="Ericsson Hilda"/>
                <w:b w:val="0"/>
                <w:bCs w:val="0"/>
                <w:sz w:val="24"/>
                <w:szCs w:val="24"/>
                <w:lang w:val="en-US"/>
              </w:rPr>
              <w:t xml:space="preserve"> (Java, C++, </w:t>
            </w:r>
            <w:proofErr w:type="spellStart"/>
            <w:r w:rsidR="00BB08AC">
              <w:rPr>
                <w:rFonts w:ascii="Ericsson Hilda" w:hAnsi="Ericsson Hilda"/>
                <w:b w:val="0"/>
                <w:bCs w:val="0"/>
                <w:sz w:val="24"/>
                <w:szCs w:val="24"/>
                <w:lang w:val="en-US"/>
              </w:rPr>
              <w:t>etc</w:t>
            </w:r>
            <w:proofErr w:type="spellEnd"/>
            <w:r w:rsidR="00BB08AC">
              <w:rPr>
                <w:rFonts w:ascii="Ericsson Hilda" w:hAnsi="Ericsson Hilda"/>
                <w:b w:val="0"/>
                <w:bCs w:val="0"/>
                <w:sz w:val="24"/>
                <w:szCs w:val="24"/>
                <w:lang w:val="en-US"/>
              </w:rPr>
              <w:t>)</w:t>
            </w:r>
          </w:p>
        </w:tc>
      </w:tr>
    </w:tbl>
    <w:p w14:paraId="183389E1" w14:textId="77777777" w:rsidR="00790E95" w:rsidRPr="006C5073" w:rsidRDefault="00790E95" w:rsidP="00BB08AC">
      <w:pPr>
        <w:spacing w:line="240" w:lineRule="auto"/>
        <w:rPr>
          <w:rFonts w:ascii="Ericsson Hilda" w:hAnsi="Ericsson Hilda"/>
          <w:sz w:val="24"/>
          <w:szCs w:val="24"/>
          <w:lang w:val="en-US"/>
        </w:rPr>
      </w:pPr>
    </w:p>
    <w:sectPr w:rsidR="00790E95" w:rsidRPr="006C5073" w:rsidSect="00083A0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ricsson Hilda">
    <w:panose1 w:val="00000500000000000000"/>
    <w:charset w:val="00"/>
    <w:family w:val="auto"/>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67E"/>
    <w:rsid w:val="00021B77"/>
    <w:rsid w:val="00083A0F"/>
    <w:rsid w:val="00115757"/>
    <w:rsid w:val="0028267E"/>
    <w:rsid w:val="002871FA"/>
    <w:rsid w:val="00486057"/>
    <w:rsid w:val="00551F2F"/>
    <w:rsid w:val="005A0C6A"/>
    <w:rsid w:val="00635894"/>
    <w:rsid w:val="006C5073"/>
    <w:rsid w:val="00776EFD"/>
    <w:rsid w:val="00790E95"/>
    <w:rsid w:val="008E6BC2"/>
    <w:rsid w:val="00942757"/>
    <w:rsid w:val="00AC2B38"/>
    <w:rsid w:val="00AD7350"/>
    <w:rsid w:val="00BA3D00"/>
    <w:rsid w:val="00BB08AC"/>
    <w:rsid w:val="00BE71EA"/>
    <w:rsid w:val="00BF7636"/>
    <w:rsid w:val="00E60372"/>
    <w:rsid w:val="19C71BEB"/>
    <w:rsid w:val="526371D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A10C8"/>
  <w15:chartTrackingRefBased/>
  <w15:docId w15:val="{AF8CDF17-83A6-4501-8966-B8FA703FB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03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603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037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60372"/>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083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083A0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28267E"/>
    <w:rPr>
      <w:color w:val="0563C1" w:themeColor="hyperlink"/>
      <w:u w:val="single"/>
    </w:rPr>
  </w:style>
  <w:style w:type="character" w:styleId="UnresolvedMention">
    <w:name w:val="Unresolved Mention"/>
    <w:basedOn w:val="DefaultParagraphFont"/>
    <w:uiPriority w:val="99"/>
    <w:semiHidden/>
    <w:unhideWhenUsed/>
    <w:rsid w:val="00282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467385">
      <w:bodyDiv w:val="1"/>
      <w:marLeft w:val="0"/>
      <w:marRight w:val="0"/>
      <w:marTop w:val="0"/>
      <w:marBottom w:val="0"/>
      <w:divBdr>
        <w:top w:val="none" w:sz="0" w:space="0" w:color="auto"/>
        <w:left w:val="none" w:sz="0" w:space="0" w:color="auto"/>
        <w:bottom w:val="none" w:sz="0" w:space="0" w:color="auto"/>
        <w:right w:val="none" w:sz="0" w:space="0" w:color="auto"/>
      </w:divBdr>
    </w:div>
    <w:div w:id="1041629555">
      <w:bodyDiv w:val="1"/>
      <w:marLeft w:val="0"/>
      <w:marRight w:val="0"/>
      <w:marTop w:val="0"/>
      <w:marBottom w:val="0"/>
      <w:divBdr>
        <w:top w:val="none" w:sz="0" w:space="0" w:color="auto"/>
        <w:left w:val="none" w:sz="0" w:space="0" w:color="auto"/>
        <w:bottom w:val="none" w:sz="0" w:space="0" w:color="auto"/>
        <w:right w:val="none" w:sz="0" w:space="0" w:color="auto"/>
      </w:divBdr>
    </w:div>
    <w:div w:id="197374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trik\OneDrive%20-%20Ericsson%20AB\Project%20documents\template_one-pag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E6533CAC50244E89C034E621FF7C6E" ma:contentTypeVersion="4" ma:contentTypeDescription="Create a new document." ma:contentTypeScope="" ma:versionID="bf546d025969dbf7c22f36a5a9da7efb">
  <xsd:schema xmlns:xsd="http://www.w3.org/2001/XMLSchema" xmlns:xs="http://www.w3.org/2001/XMLSchema" xmlns:p="http://schemas.microsoft.com/office/2006/metadata/properties" xmlns:ns2="a53f66c6-777b-42ab-93aa-f4758ec82080" targetNamespace="http://schemas.microsoft.com/office/2006/metadata/properties" ma:root="true" ma:fieldsID="e2f719e6c0501e89d999a72e52de3c69" ns2:_="">
    <xsd:import namespace="a53f66c6-777b-42ab-93aa-f4758ec82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3f66c6-777b-42ab-93aa-f4758ec82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1681C1-A273-41B3-9C4B-029315D684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16DC60-3170-4278-8D9D-D5BA699E97FF}">
  <ds:schemaRefs>
    <ds:schemaRef ds:uri="http://schemas.microsoft.com/sharepoint/v3/contenttype/forms"/>
  </ds:schemaRefs>
</ds:datastoreItem>
</file>

<file path=customXml/itemProps3.xml><?xml version="1.0" encoding="utf-8"?>
<ds:datastoreItem xmlns:ds="http://schemas.openxmlformats.org/officeDocument/2006/customXml" ds:itemID="{D68DD581-28F3-4425-9E56-1EB4A2B89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3f66c6-777b-42ab-93aa-f4758ec820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template_one-pager.dotx</Template>
  <TotalTime>136</TotalTime>
  <Pages>1</Pages>
  <Words>239</Words>
  <Characters>1267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Rikard Mattson</dc:creator>
  <cp:keywords/>
  <dc:description/>
  <cp:lastModifiedBy>Rikard Mattson</cp:lastModifiedBy>
  <cp:revision>2</cp:revision>
  <dcterms:created xsi:type="dcterms:W3CDTF">2021-09-08T12:46:00Z</dcterms:created>
  <dcterms:modified xsi:type="dcterms:W3CDTF">2021-09-08T15:02:00Z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0x010100DEE6533CAC50244E89C034E621FF7C6E</vt:lpwstr>
  </property>
</Properties>
</file>